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A00A8DB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CC3219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CC3219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018A759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CC3219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CC3219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29C249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AC14" w14:textId="77777777" w:rsidR="006C6F35" w:rsidRDefault="006C6F35" w:rsidP="00C16ABF">
      <w:pPr>
        <w:spacing w:after="0" w:line="240" w:lineRule="auto"/>
      </w:pPr>
      <w:r>
        <w:separator/>
      </w:r>
    </w:p>
  </w:endnote>
  <w:endnote w:type="continuationSeparator" w:id="0">
    <w:p w14:paraId="135E4518" w14:textId="77777777" w:rsidR="006C6F35" w:rsidRDefault="006C6F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B9D2" w14:textId="77777777" w:rsidR="006C6F35" w:rsidRDefault="006C6F35" w:rsidP="00C16ABF">
      <w:pPr>
        <w:spacing w:after="0" w:line="240" w:lineRule="auto"/>
      </w:pPr>
      <w:r>
        <w:separator/>
      </w:r>
    </w:p>
  </w:footnote>
  <w:footnote w:type="continuationSeparator" w:id="0">
    <w:p w14:paraId="608D9FFD" w14:textId="77777777" w:rsidR="006C6F35" w:rsidRDefault="006C6F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F35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C321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DD4A30-18CB-4CAF-8F86-71361921F3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30</cp:revision>
  <cp:lastPrinted>2019-02-06T12:12:00Z</cp:lastPrinted>
  <dcterms:created xsi:type="dcterms:W3CDTF">2020-10-14T08:35:00Z</dcterms:created>
  <dcterms:modified xsi:type="dcterms:W3CDTF">2021-11-04T08:42:00Z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